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0EB11" w14:textId="77777777" w:rsidR="00025386" w:rsidRDefault="00657A47" w:rsidP="00513F51">
      <w:pPr>
        <w:pStyle w:val="Bezodstpw"/>
        <w:jc w:val="right"/>
        <w:rPr>
          <w:rFonts w:ascii="Arial" w:hAnsi="Arial" w:cs="Arial"/>
          <w:sz w:val="24"/>
          <w:szCs w:val="24"/>
        </w:rPr>
      </w:pPr>
      <w:bookmarkStart w:id="0" w:name="_Hlk60301409"/>
      <w:r w:rsidRPr="00513F51">
        <w:rPr>
          <w:rFonts w:ascii="Arial" w:hAnsi="Arial" w:cs="Arial"/>
          <w:sz w:val="24"/>
          <w:szCs w:val="24"/>
        </w:rPr>
        <w:t xml:space="preserve">Załącznik nr </w:t>
      </w:r>
      <w:r w:rsidR="00B67A29" w:rsidRPr="00513F51">
        <w:rPr>
          <w:rFonts w:ascii="Arial" w:hAnsi="Arial" w:cs="Arial"/>
          <w:sz w:val="24"/>
          <w:szCs w:val="24"/>
        </w:rPr>
        <w:t>3</w:t>
      </w:r>
      <w:r w:rsidR="007666D6" w:rsidRPr="00513F51">
        <w:rPr>
          <w:rFonts w:ascii="Arial" w:hAnsi="Arial" w:cs="Arial"/>
          <w:sz w:val="24"/>
          <w:szCs w:val="24"/>
        </w:rPr>
        <w:t xml:space="preserve"> do SWZ</w:t>
      </w:r>
    </w:p>
    <w:p w14:paraId="4B0D7195" w14:textId="77777777" w:rsidR="00513F51" w:rsidRPr="00513F51" w:rsidRDefault="00513F51" w:rsidP="00513F51">
      <w:pPr>
        <w:pStyle w:val="Bezodstpw"/>
        <w:jc w:val="right"/>
        <w:rPr>
          <w:rFonts w:ascii="Arial" w:hAnsi="Arial" w:cs="Arial"/>
          <w:i/>
          <w:sz w:val="24"/>
          <w:szCs w:val="24"/>
        </w:rPr>
      </w:pPr>
    </w:p>
    <w:p w14:paraId="05B6B4FC" w14:textId="77777777" w:rsidR="00E7260A" w:rsidRPr="0012157F" w:rsidRDefault="00E7260A" w:rsidP="00E7260A">
      <w:pPr>
        <w:spacing w:after="80" w:line="276" w:lineRule="auto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Zamawiający:</w:t>
      </w:r>
    </w:p>
    <w:p w14:paraId="638BBAA9" w14:textId="77777777" w:rsidR="009C716A" w:rsidRPr="00E934E8" w:rsidRDefault="009C716A" w:rsidP="009C716A">
      <w:pPr>
        <w:pStyle w:val="Bezodstpw"/>
        <w:spacing w:line="276" w:lineRule="auto"/>
        <w:rPr>
          <w:rFonts w:ascii="Arial" w:hAnsi="Arial" w:cs="Arial"/>
          <w:b/>
          <w:bCs/>
          <w:sz w:val="24"/>
          <w:szCs w:val="24"/>
        </w:rPr>
      </w:pPr>
      <w:bookmarkStart w:id="1" w:name="_Hlk210756608"/>
      <w:r w:rsidRPr="00E934E8">
        <w:rPr>
          <w:rFonts w:ascii="Arial" w:hAnsi="Arial" w:cs="Arial"/>
          <w:b/>
          <w:bCs/>
          <w:sz w:val="24"/>
          <w:szCs w:val="24"/>
        </w:rPr>
        <w:t xml:space="preserve">Zespół Szkół Politechnicznych </w:t>
      </w:r>
    </w:p>
    <w:p w14:paraId="0284D6B1" w14:textId="77777777" w:rsidR="009C716A" w:rsidRPr="00E934E8" w:rsidRDefault="009C716A" w:rsidP="009C716A">
      <w:pPr>
        <w:pStyle w:val="Bezodstpw"/>
        <w:spacing w:line="276" w:lineRule="auto"/>
        <w:rPr>
          <w:rFonts w:ascii="Arial" w:hAnsi="Arial" w:cs="Arial"/>
          <w:b/>
          <w:bCs/>
          <w:sz w:val="24"/>
          <w:szCs w:val="24"/>
        </w:rPr>
      </w:pPr>
      <w:bookmarkStart w:id="2" w:name="_Hlk215389901"/>
      <w:r w:rsidRPr="00E934E8">
        <w:rPr>
          <w:rFonts w:ascii="Arial" w:hAnsi="Arial" w:cs="Arial"/>
          <w:b/>
          <w:bCs/>
          <w:sz w:val="24"/>
          <w:szCs w:val="24"/>
        </w:rPr>
        <w:t xml:space="preserve">im. Komisji Edukacji Narodowej </w:t>
      </w:r>
      <w:bookmarkEnd w:id="2"/>
      <w:r w:rsidRPr="00E934E8">
        <w:rPr>
          <w:rFonts w:ascii="Arial" w:hAnsi="Arial" w:cs="Arial"/>
          <w:b/>
          <w:bCs/>
          <w:sz w:val="24"/>
          <w:szCs w:val="24"/>
        </w:rPr>
        <w:t>w Łodzi</w:t>
      </w:r>
    </w:p>
    <w:p w14:paraId="3D2CE9FD" w14:textId="77777777" w:rsidR="009C716A" w:rsidRPr="00E934E8" w:rsidRDefault="009C716A" w:rsidP="009C716A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  <w:bookmarkStart w:id="3" w:name="_Hlk215389914"/>
      <w:r w:rsidRPr="00E934E8">
        <w:rPr>
          <w:rFonts w:ascii="Arial" w:hAnsi="Arial" w:cs="Arial"/>
          <w:color w:val="000000"/>
          <w:sz w:val="24"/>
          <w:szCs w:val="24"/>
        </w:rPr>
        <w:t xml:space="preserve">Al. Politechniki </w:t>
      </w:r>
      <w:proofErr w:type="gramStart"/>
      <w:r w:rsidRPr="00E934E8">
        <w:rPr>
          <w:rFonts w:ascii="Arial" w:hAnsi="Arial" w:cs="Arial"/>
          <w:color w:val="000000"/>
          <w:sz w:val="24"/>
          <w:szCs w:val="24"/>
        </w:rPr>
        <w:t>38 ,</w:t>
      </w:r>
      <w:proofErr w:type="gramEnd"/>
      <w:r w:rsidRPr="00E934E8">
        <w:rPr>
          <w:rFonts w:ascii="Arial" w:hAnsi="Arial" w:cs="Arial"/>
          <w:color w:val="000000"/>
          <w:sz w:val="24"/>
          <w:szCs w:val="24"/>
        </w:rPr>
        <w:t xml:space="preserve"> 93-590 Łódź</w:t>
      </w:r>
      <w:bookmarkEnd w:id="3"/>
      <w:r w:rsidRPr="00E934E8">
        <w:rPr>
          <w:rFonts w:ascii="Arial" w:hAnsi="Arial" w:cs="Arial"/>
          <w:sz w:val="24"/>
          <w:szCs w:val="24"/>
        </w:rPr>
        <w:t xml:space="preserve">  </w:t>
      </w:r>
    </w:p>
    <w:p w14:paraId="7F1976C2" w14:textId="77777777" w:rsidR="009C716A" w:rsidRPr="00E934E8" w:rsidRDefault="009C716A" w:rsidP="009C716A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  <w:r w:rsidRPr="00E934E8">
        <w:rPr>
          <w:rFonts w:ascii="Arial" w:hAnsi="Arial" w:cs="Arial"/>
          <w:sz w:val="24"/>
          <w:szCs w:val="24"/>
        </w:rPr>
        <w:t xml:space="preserve">Adres poczty elektronicznej: </w:t>
      </w:r>
      <w:bookmarkEnd w:id="1"/>
      <w:r w:rsidRPr="00E934E8">
        <w:rPr>
          <w:rFonts w:ascii="Arial" w:hAnsi="Arial" w:cs="Arial"/>
          <w:sz w:val="24"/>
          <w:szCs w:val="24"/>
        </w:rPr>
        <w:fldChar w:fldCharType="begin"/>
      </w:r>
      <w:r w:rsidRPr="00E934E8">
        <w:rPr>
          <w:rFonts w:ascii="Arial" w:hAnsi="Arial" w:cs="Arial"/>
          <w:sz w:val="24"/>
          <w:szCs w:val="24"/>
        </w:rPr>
        <w:instrText>HYPERLINK "mailto:kontakt@zsp9.elodz.edu.pl"</w:instrText>
      </w:r>
      <w:r w:rsidRPr="00E934E8">
        <w:rPr>
          <w:rFonts w:ascii="Arial" w:hAnsi="Arial" w:cs="Arial"/>
          <w:sz w:val="24"/>
          <w:szCs w:val="24"/>
        </w:rPr>
      </w:r>
      <w:r w:rsidRPr="00E934E8">
        <w:rPr>
          <w:rFonts w:ascii="Arial" w:hAnsi="Arial" w:cs="Arial"/>
          <w:sz w:val="24"/>
          <w:szCs w:val="24"/>
        </w:rPr>
        <w:fldChar w:fldCharType="separate"/>
      </w:r>
      <w:r w:rsidRPr="00E934E8">
        <w:rPr>
          <w:rStyle w:val="Hipercze"/>
          <w:rFonts w:ascii="Arial" w:hAnsi="Arial" w:cs="Arial"/>
          <w:sz w:val="24"/>
          <w:szCs w:val="24"/>
        </w:rPr>
        <w:t>kontakt@zsp9.elodz.edu.pl</w:t>
      </w:r>
      <w:r w:rsidRPr="00E934E8">
        <w:rPr>
          <w:rFonts w:ascii="Arial" w:hAnsi="Arial" w:cs="Arial"/>
          <w:sz w:val="24"/>
          <w:szCs w:val="24"/>
        </w:rPr>
        <w:fldChar w:fldCharType="end"/>
      </w:r>
    </w:p>
    <w:p w14:paraId="4BDBB9FF" w14:textId="77777777" w:rsidR="00E7260A" w:rsidRDefault="00E7260A" w:rsidP="00E7260A">
      <w:pPr>
        <w:rPr>
          <w:lang w:eastAsia="pl-PL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A2540E" w14:paraId="21C5F9E5" w14:textId="77777777" w:rsidTr="00467CA2">
        <w:tc>
          <w:tcPr>
            <w:tcW w:w="2800" w:type="dxa"/>
          </w:tcPr>
          <w:p w14:paraId="477B5BBB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0D3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627AE495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1FA00531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58F3F334" w14:textId="77777777" w:rsidR="00D520D3" w:rsidRPr="00A2540E" w:rsidRDefault="00D520D3" w:rsidP="00467CA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D520D3" w:rsidRPr="00A2540E" w14:paraId="2250CA51" w14:textId="77777777" w:rsidTr="00467CA2">
        <w:tc>
          <w:tcPr>
            <w:tcW w:w="2800" w:type="dxa"/>
          </w:tcPr>
          <w:p w14:paraId="43107E2A" w14:textId="77777777" w:rsidR="00D520D3" w:rsidRPr="00A2540E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6AC4DF08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1DAD2494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661002F" w14:textId="77777777" w:rsidR="00D520D3" w:rsidRPr="00A2540E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osoby upoważnionej do reprezentacji podmiotu udostępniającego zasoby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106E4498" w14:textId="77777777" w:rsidR="00B62AD0" w:rsidRPr="00D520D3" w:rsidRDefault="00B62AD0" w:rsidP="00D520D3">
      <w:pPr>
        <w:spacing w:after="360"/>
        <w:rPr>
          <w:rFonts w:ascii="Arial" w:hAnsi="Arial" w:cs="Arial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53927" w14:paraId="01AEAFD3" w14:textId="7777777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14A336A" w14:textId="77777777" w:rsidR="00053927" w:rsidRPr="00053927" w:rsidRDefault="00053927" w:rsidP="00053927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53927">
              <w:rPr>
                <w:rFonts w:ascii="Arial" w:hAnsi="Arial" w:cs="Arial"/>
                <w:b/>
                <w:sz w:val="28"/>
                <w:szCs w:val="28"/>
              </w:rPr>
              <w:t xml:space="preserve">ZOBOWIĄZANIE PODMIOTU UDOSTĘPNIAJĄCEGO ZASOBY </w:t>
            </w:r>
          </w:p>
          <w:p w14:paraId="46A34C30" w14:textId="77777777" w:rsidR="00053927" w:rsidRPr="00E661A5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E661A5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E661A5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E661A5">
              <w:rPr>
                <w:rFonts w:ascii="Arial" w:hAnsi="Arial" w:cs="Arial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259BD1B9" w14:textId="6A773B82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053927">
        <w:rPr>
          <w:rFonts w:ascii="Arial" w:hAnsi="Arial" w:cs="Arial"/>
          <w:sz w:val="24"/>
          <w:szCs w:val="24"/>
        </w:rPr>
        <w:t xml:space="preserve"> ustawy </w:t>
      </w:r>
      <w:r w:rsidR="00EF3368" w:rsidRPr="00053927">
        <w:rPr>
          <w:rFonts w:ascii="Arial" w:hAnsi="Arial" w:cs="Arial"/>
          <w:sz w:val="24"/>
          <w:szCs w:val="24"/>
        </w:rPr>
        <w:t xml:space="preserve">z dnia 11 września 2019r. Prawo zamówień publicznych </w:t>
      </w:r>
      <w:r w:rsidR="00B67A29" w:rsidRPr="00B67A29">
        <w:rPr>
          <w:rFonts w:ascii="Arial" w:hAnsi="Arial" w:cs="Arial"/>
          <w:sz w:val="24"/>
          <w:szCs w:val="24"/>
        </w:rPr>
        <w:t>(</w:t>
      </w:r>
      <w:proofErr w:type="spellStart"/>
      <w:r w:rsidR="00B67A29" w:rsidRPr="00B67A29">
        <w:rPr>
          <w:rFonts w:ascii="Arial" w:hAnsi="Arial" w:cs="Arial"/>
          <w:sz w:val="24"/>
          <w:szCs w:val="24"/>
        </w:rPr>
        <w:t>t.j</w:t>
      </w:r>
      <w:proofErr w:type="spellEnd"/>
      <w:r w:rsidR="00B67A29" w:rsidRPr="00B67A29">
        <w:rPr>
          <w:rFonts w:ascii="Arial" w:hAnsi="Arial" w:cs="Arial"/>
          <w:sz w:val="24"/>
          <w:szCs w:val="24"/>
        </w:rPr>
        <w:t>. Dz. U. z 2024 poz. 1320</w:t>
      </w:r>
      <w:r w:rsidR="006E19BB">
        <w:rPr>
          <w:rFonts w:ascii="Arial" w:hAnsi="Arial" w:cs="Arial"/>
          <w:sz w:val="24"/>
          <w:szCs w:val="24"/>
        </w:rPr>
        <w:t xml:space="preserve"> </w:t>
      </w:r>
      <w:r w:rsidR="006E19BB" w:rsidRPr="005D4824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6E19BB" w:rsidRPr="005D4824">
        <w:rPr>
          <w:rFonts w:ascii="Arial" w:hAnsi="Arial" w:cs="Arial"/>
          <w:sz w:val="24"/>
          <w:szCs w:val="24"/>
        </w:rPr>
        <w:t>późn</w:t>
      </w:r>
      <w:proofErr w:type="spellEnd"/>
      <w:r w:rsidR="006E19BB" w:rsidRPr="005D4824">
        <w:rPr>
          <w:rFonts w:ascii="Arial" w:hAnsi="Arial" w:cs="Arial"/>
          <w:sz w:val="24"/>
          <w:szCs w:val="24"/>
        </w:rPr>
        <w:t>. zm.</w:t>
      </w:r>
      <w:r w:rsidR="00B67A29" w:rsidRPr="00B67A29">
        <w:rPr>
          <w:rFonts w:ascii="Arial" w:hAnsi="Arial" w:cs="Arial"/>
          <w:sz w:val="24"/>
          <w:szCs w:val="24"/>
        </w:rPr>
        <w:t>)</w:t>
      </w:r>
      <w:r w:rsidR="00E27ABB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7134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zobowiązuję się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>do</w:t>
      </w:r>
      <w:r w:rsidR="000B1467">
        <w:rPr>
          <w:rFonts w:ascii="Arial" w:eastAsia="Times New Roman" w:hAnsi="Arial" w:cs="Arial"/>
          <w:sz w:val="24"/>
          <w:szCs w:val="24"/>
          <w:lang w:eastAsia="pl-PL"/>
        </w:rPr>
        <w:t> 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oddania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520D3" w:rsidRPr="00A2540E" w14:paraId="70AAD106" w14:textId="77777777" w:rsidTr="00467CA2">
        <w:tc>
          <w:tcPr>
            <w:tcW w:w="2269" w:type="dxa"/>
          </w:tcPr>
          <w:p w14:paraId="65C97628" w14:textId="77777777" w:rsidR="00D520D3" w:rsidRPr="009B6A87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B6A8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7CC6C61A" w14:textId="5D0F7815" w:rsidR="00D520D3" w:rsidRPr="009B6A87" w:rsidRDefault="009C716A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E934E8">
              <w:rPr>
                <w:rFonts w:ascii="Arial" w:hAnsi="Arial" w:cs="Arial"/>
                <w:b/>
                <w:sz w:val="24"/>
                <w:szCs w:val="24"/>
              </w:rPr>
              <w:t>Przeprowadzenie szkoleń dla uczniów/uczennic i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Pr="00E934E8">
              <w:rPr>
                <w:rFonts w:ascii="Arial" w:hAnsi="Arial" w:cs="Arial"/>
                <w:b/>
                <w:sz w:val="24"/>
                <w:szCs w:val="24"/>
              </w:rPr>
              <w:t>nauczycieli/nauczycielek w ramach realizacji projektu „Energia możliwości Zespołu Szkół Politechnicznych”.</w:t>
            </w:r>
          </w:p>
        </w:tc>
      </w:tr>
      <w:tr w:rsidR="00B67A29" w:rsidRPr="00A2540E" w14:paraId="4542F69E" w14:textId="77777777" w:rsidTr="00A21C15">
        <w:tc>
          <w:tcPr>
            <w:tcW w:w="2269" w:type="dxa"/>
          </w:tcPr>
          <w:p w14:paraId="6421BD80" w14:textId="77777777" w:rsidR="00B67A29" w:rsidRPr="009B6A87" w:rsidRDefault="00B67A29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B6A8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7D6FCE1C" w14:textId="6D1EE6EB" w:rsidR="00B67A29" w:rsidRPr="009B6A87" w:rsidRDefault="009C716A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934E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ZP/ZSP/EMZSP/2025/1</w:t>
            </w:r>
          </w:p>
        </w:tc>
      </w:tr>
    </w:tbl>
    <w:p w14:paraId="34FBDB59" w14:textId="77777777" w:rsidR="00DC652A" w:rsidRPr="00053927" w:rsidRDefault="00B67A29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14:paraId="3D1AB7E7" w14:textId="77777777" w:rsidR="00DC652A" w:rsidRPr="0005392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450DF933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[</w:t>
      </w:r>
      <w:r w:rsidR="00DC652A"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nazwa i adres Wykonawcy składającego ofertę</w:t>
      </w: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]</w:t>
      </w:r>
    </w:p>
    <w:p w14:paraId="441E0307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E66F3CA" w14:textId="77777777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14:paraId="5EA37AD3" w14:textId="77777777" w:rsidR="0071340C" w:rsidRPr="0005392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40ABE6D1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[</w:t>
      </w:r>
      <w:r w:rsidR="0071340C"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określenie zasobów</w:t>
      </w: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]</w:t>
      </w:r>
    </w:p>
    <w:p w14:paraId="1DC2A490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F2FEA79" w14:textId="77777777" w:rsidR="00E7260A" w:rsidRDefault="00E7260A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C430CB4" w14:textId="77777777" w:rsidR="0071340C" w:rsidRPr="00FC28E3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sz w:val="16"/>
          <w:szCs w:val="16"/>
          <w:lang w:eastAsia="pl-PL"/>
        </w:rPr>
      </w:pPr>
    </w:p>
    <w:p w14:paraId="334B530C" w14:textId="77777777" w:rsidR="00DC652A" w:rsidRPr="0071340C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O</w:t>
      </w:r>
      <w:r w:rsidR="00DC652A"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BBDBE5C" w14:textId="77777777" w:rsidR="00DC652A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14:paraId="693CC8CE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5BF06A90" w14:textId="77777777" w:rsidR="0093388F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31350D73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4" w:name="_Hlk60300768"/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bookmarkEnd w:id="4"/>
    <w:p w14:paraId="5B51C746" w14:textId="77777777" w:rsidR="00CB29AC" w:rsidRPr="00053927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zakres mojego udziału przy realizacji zamówienia publicznego będzie następujący:</w:t>
      </w:r>
    </w:p>
    <w:p w14:paraId="6B56A1BE" w14:textId="77777777" w:rsidR="00CB29AC" w:rsidRPr="00053927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7587E3A4" w14:textId="77777777" w:rsidR="00830970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okres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14:paraId="793500E3" w14:textId="77777777" w:rsidR="00E27ABB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p w14:paraId="0B8A3952" w14:textId="77777777" w:rsidR="007D7BDE" w:rsidRDefault="007D7BDE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8B745A" w14:paraId="1DA26FEB" w14:textId="77777777" w:rsidTr="00467CA2">
        <w:tc>
          <w:tcPr>
            <w:tcW w:w="2660" w:type="dxa"/>
          </w:tcPr>
          <w:p w14:paraId="016FFD7A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405BF249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226AA081" w14:textId="77777777" w:rsidR="00D520D3" w:rsidRPr="008B745A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</w:tcPr>
          <w:p w14:paraId="6F9C4CD4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5A3C444B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5514E502" w14:textId="77777777" w:rsidR="00D520D3" w:rsidRPr="008B745A" w:rsidRDefault="00D520D3" w:rsidP="00467CA2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B67A29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osoby / osób uprawnionych do reprezentacji </w:t>
            </w:r>
            <w:r w:rsidR="007F49C7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  <w:bookmarkEnd w:id="0"/>
    </w:tbl>
    <w:p w14:paraId="7BAC5D50" w14:textId="77777777" w:rsidR="00E27ABB" w:rsidRPr="00EC10EE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E27ABB" w:rsidRPr="00EC10EE" w:rsidSect="009C716A">
      <w:headerReference w:type="default" r:id="rId7"/>
      <w:footerReference w:type="default" r:id="rId8"/>
      <w:pgSz w:w="11906" w:h="16838"/>
      <w:pgMar w:top="993" w:right="1133" w:bottom="1276" w:left="1417" w:header="284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42420A" w14:textId="77777777" w:rsidR="00DF5A3A" w:rsidRDefault="00DF5A3A" w:rsidP="00025386">
      <w:pPr>
        <w:spacing w:after="0" w:line="240" w:lineRule="auto"/>
      </w:pPr>
      <w:r>
        <w:separator/>
      </w:r>
    </w:p>
  </w:endnote>
  <w:endnote w:type="continuationSeparator" w:id="0">
    <w:p w14:paraId="06962E4A" w14:textId="77777777" w:rsidR="00DF5A3A" w:rsidRDefault="00DF5A3A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DAD44" w14:textId="77777777" w:rsidR="009C716A" w:rsidRDefault="009C716A" w:rsidP="009C716A">
    <w:pPr>
      <w:pStyle w:val="Stopka"/>
      <w:rPr>
        <w:rFonts w:asciiTheme="minorHAnsi" w:hAnsiTheme="minorHAnsi" w:cstheme="minorHAnsi"/>
        <w:i/>
        <w:iCs/>
        <w:sz w:val="20"/>
      </w:rPr>
    </w:pPr>
    <w:r>
      <w:rPr>
        <w:rFonts w:asciiTheme="minorHAnsi" w:hAnsiTheme="minorHAnsi" w:cstheme="minorHAnsi"/>
        <w:i/>
        <w:iCs/>
        <w:sz w:val="20"/>
      </w:rPr>
      <w:t>____________________________________________________________________________________________</w:t>
    </w:r>
  </w:p>
  <w:p w14:paraId="459D8CB4" w14:textId="1C33F361" w:rsidR="00025386" w:rsidRPr="009C716A" w:rsidRDefault="009C716A" w:rsidP="009C716A">
    <w:pPr>
      <w:pStyle w:val="Stopka"/>
    </w:pPr>
    <w:r w:rsidRPr="009C716A">
      <w:rPr>
        <w:rFonts w:asciiTheme="minorHAnsi" w:hAnsiTheme="minorHAnsi" w:cstheme="minorHAnsi"/>
        <w:i/>
        <w:iCs/>
      </w:rPr>
      <w:t xml:space="preserve">Projekt współfinansowany przez Unię Europejską z Europejskiego Funduszu Społecznego Plus </w:t>
    </w:r>
    <w:r w:rsidRPr="009C716A">
      <w:rPr>
        <w:rFonts w:asciiTheme="minorHAnsi" w:hAnsiTheme="minorHAnsi" w:cstheme="minorHAnsi"/>
        <w:i/>
        <w:iCs/>
      </w:rPr>
      <w:br/>
      <w:t>w ramach programu regionalnego Fundusze Europejskie dla Łódzkiego 2021-2027</w:t>
    </w:r>
    <w:r w:rsidRPr="00985607">
      <w:t xml:space="preserve"> </w:t>
    </w:r>
    <w:r>
      <w:t xml:space="preserve">       </w:t>
    </w:r>
    <w:r w:rsidRPr="00985607">
      <w:t xml:space="preserve"> </w:t>
    </w:r>
    <w:r>
      <w:t xml:space="preserve">       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4</w:t>
    </w:r>
    <w:r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FD163" w14:textId="77777777" w:rsidR="00DF5A3A" w:rsidRDefault="00DF5A3A" w:rsidP="00025386">
      <w:pPr>
        <w:spacing w:after="0" w:line="240" w:lineRule="auto"/>
      </w:pPr>
      <w:r>
        <w:separator/>
      </w:r>
    </w:p>
  </w:footnote>
  <w:footnote w:type="continuationSeparator" w:id="0">
    <w:p w14:paraId="314C013D" w14:textId="77777777" w:rsidR="00DF5A3A" w:rsidRDefault="00DF5A3A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D7603" w14:textId="35E2EF7A" w:rsidR="00B67A29" w:rsidRDefault="009C716A" w:rsidP="00513F51">
    <w:pPr>
      <w:pStyle w:val="Nagwek"/>
      <w:jc w:val="center"/>
    </w:pPr>
    <w:r w:rsidRPr="002B3015">
      <w:rPr>
        <w:rFonts w:asciiTheme="minorHAnsi" w:hAnsiTheme="minorHAnsi" w:cstheme="minorHAnsi"/>
        <w:noProof/>
        <w:sz w:val="16"/>
        <w:szCs w:val="16"/>
      </w:rPr>
      <w:drawing>
        <wp:inline distT="0" distB="0" distL="0" distR="0" wp14:anchorId="5E09F1A3" wp14:editId="4EF6BEBF">
          <wp:extent cx="5941060" cy="765175"/>
          <wp:effectExtent l="0" t="0" r="2540" b="0"/>
          <wp:docPr id="203062225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765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3908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245"/>
    <w:rsid w:val="00023751"/>
    <w:rsid w:val="00025386"/>
    <w:rsid w:val="000423B9"/>
    <w:rsid w:val="00053927"/>
    <w:rsid w:val="00066C44"/>
    <w:rsid w:val="00071D4C"/>
    <w:rsid w:val="000844F8"/>
    <w:rsid w:val="00084786"/>
    <w:rsid w:val="000A5CA8"/>
    <w:rsid w:val="000A600C"/>
    <w:rsid w:val="000B1467"/>
    <w:rsid w:val="000C438F"/>
    <w:rsid w:val="0016158F"/>
    <w:rsid w:val="00166509"/>
    <w:rsid w:val="001C2314"/>
    <w:rsid w:val="001D5C00"/>
    <w:rsid w:val="001F45F0"/>
    <w:rsid w:val="0020684C"/>
    <w:rsid w:val="00213980"/>
    <w:rsid w:val="002608DF"/>
    <w:rsid w:val="002B4308"/>
    <w:rsid w:val="002E1595"/>
    <w:rsid w:val="003526E2"/>
    <w:rsid w:val="004036F5"/>
    <w:rsid w:val="004374F2"/>
    <w:rsid w:val="00460705"/>
    <w:rsid w:val="00467CA2"/>
    <w:rsid w:val="00474A8B"/>
    <w:rsid w:val="00485239"/>
    <w:rsid w:val="004E27D7"/>
    <w:rsid w:val="00513F51"/>
    <w:rsid w:val="0055145C"/>
    <w:rsid w:val="005624D8"/>
    <w:rsid w:val="005C06AD"/>
    <w:rsid w:val="00620476"/>
    <w:rsid w:val="00631BB1"/>
    <w:rsid w:val="00650B1B"/>
    <w:rsid w:val="006517D3"/>
    <w:rsid w:val="00657A47"/>
    <w:rsid w:val="006E19BB"/>
    <w:rsid w:val="006E7C42"/>
    <w:rsid w:val="006F1BD5"/>
    <w:rsid w:val="0071340C"/>
    <w:rsid w:val="00745A44"/>
    <w:rsid w:val="007666D6"/>
    <w:rsid w:val="00791153"/>
    <w:rsid w:val="007D6755"/>
    <w:rsid w:val="007D7BDE"/>
    <w:rsid w:val="007F49C7"/>
    <w:rsid w:val="00824D73"/>
    <w:rsid w:val="00830970"/>
    <w:rsid w:val="00855A29"/>
    <w:rsid w:val="008833CF"/>
    <w:rsid w:val="008B797E"/>
    <w:rsid w:val="008D018D"/>
    <w:rsid w:val="008F2498"/>
    <w:rsid w:val="0093388F"/>
    <w:rsid w:val="00987281"/>
    <w:rsid w:val="009B365C"/>
    <w:rsid w:val="009B6A87"/>
    <w:rsid w:val="009C716A"/>
    <w:rsid w:val="009E4861"/>
    <w:rsid w:val="00A56A6F"/>
    <w:rsid w:val="00A57F8A"/>
    <w:rsid w:val="00A70245"/>
    <w:rsid w:val="00A762CE"/>
    <w:rsid w:val="00A87380"/>
    <w:rsid w:val="00AF4E90"/>
    <w:rsid w:val="00AF7375"/>
    <w:rsid w:val="00B44CA9"/>
    <w:rsid w:val="00B62AD0"/>
    <w:rsid w:val="00B67A29"/>
    <w:rsid w:val="00B77707"/>
    <w:rsid w:val="00BA2744"/>
    <w:rsid w:val="00BE3BCE"/>
    <w:rsid w:val="00BF2AED"/>
    <w:rsid w:val="00C45D88"/>
    <w:rsid w:val="00CA744A"/>
    <w:rsid w:val="00CB29AC"/>
    <w:rsid w:val="00CE1448"/>
    <w:rsid w:val="00CF5F3C"/>
    <w:rsid w:val="00D167A5"/>
    <w:rsid w:val="00D257C7"/>
    <w:rsid w:val="00D520D3"/>
    <w:rsid w:val="00D55FC4"/>
    <w:rsid w:val="00D9320D"/>
    <w:rsid w:val="00DC4842"/>
    <w:rsid w:val="00DC587A"/>
    <w:rsid w:val="00DC652A"/>
    <w:rsid w:val="00DE3B21"/>
    <w:rsid w:val="00DE73DD"/>
    <w:rsid w:val="00DF1ADA"/>
    <w:rsid w:val="00DF5A3A"/>
    <w:rsid w:val="00E00978"/>
    <w:rsid w:val="00E27ABB"/>
    <w:rsid w:val="00E661A5"/>
    <w:rsid w:val="00E67109"/>
    <w:rsid w:val="00E67B31"/>
    <w:rsid w:val="00E7260A"/>
    <w:rsid w:val="00E86D3B"/>
    <w:rsid w:val="00EC10EE"/>
    <w:rsid w:val="00ED2631"/>
    <w:rsid w:val="00ED4E1B"/>
    <w:rsid w:val="00EF3368"/>
    <w:rsid w:val="00F334B4"/>
    <w:rsid w:val="00F56690"/>
    <w:rsid w:val="00F8685B"/>
    <w:rsid w:val="00FB7BA7"/>
    <w:rsid w:val="00FC28E3"/>
    <w:rsid w:val="00FD09BE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6313F0"/>
  <w15:chartTrackingRefBased/>
  <w15:docId w15:val="{5CF0BD3C-CDCF-4392-A7EB-09978C41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Tekstpodstawowy">
    <w:name w:val="Body Text"/>
    <w:basedOn w:val="Normalny"/>
    <w:link w:val="TekstpodstawowyZnak"/>
    <w:rsid w:val="00E7260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7260A"/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E7260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customStyle="1" w:styleId="Tabela-Siatka8">
    <w:name w:val="Tabela - Siatka8"/>
    <w:basedOn w:val="Standardowy"/>
    <w:uiPriority w:val="39"/>
    <w:rsid w:val="007D7BDE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D7BDE"/>
    <w:rPr>
      <w:color w:val="0000FF"/>
      <w:u w:val="single"/>
    </w:rPr>
  </w:style>
  <w:style w:type="paragraph" w:styleId="Bezodstpw">
    <w:name w:val="No Spacing"/>
    <w:uiPriority w:val="1"/>
    <w:qFormat/>
    <w:rsid w:val="007D7BDE"/>
    <w:rPr>
      <w:sz w:val="22"/>
      <w:szCs w:val="22"/>
      <w:lang w:eastAsia="en-US"/>
    </w:rPr>
  </w:style>
  <w:style w:type="paragraph" w:styleId="Akapitzlist">
    <w:name w:val="List Paragraph"/>
    <w:aliases w:val="Paragraf,Numerowanie,List Paragraph,Akapit z listą BS,CW_Lista,Punkt 1.1,Kolorowa lista — akcent 11,Akapit z listą1,A_wyliczenie,K-P_odwolanie,Akapit z listą5,maz_wyliczenie,opis dzialania,Signature,EPL lista punktowana z wyrózneniem"/>
    <w:basedOn w:val="Normalny"/>
    <w:link w:val="AkapitzlistZnak"/>
    <w:uiPriority w:val="34"/>
    <w:qFormat/>
    <w:rsid w:val="009E4861"/>
    <w:pPr>
      <w:ind w:left="720"/>
      <w:contextualSpacing/>
    </w:pPr>
  </w:style>
  <w:style w:type="character" w:customStyle="1" w:styleId="AkapitzlistZnak">
    <w:name w:val="Akapit z listą Znak"/>
    <w:aliases w:val="Paragraf Znak,Numerowanie Znak,List Paragraph Znak,Akapit z listą BS Znak,CW_Lista Znak,Punkt 1.1 Znak,Kolorowa lista — akcent 11 Znak,Akapit z listą1 Znak,A_wyliczenie Znak,K-P_odwolanie Znak,Akapit z listą5 Znak,maz_wyliczenie Znak"/>
    <w:link w:val="Akapitzlist"/>
    <w:uiPriority w:val="34"/>
    <w:qFormat/>
    <w:locked/>
    <w:rsid w:val="009E486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14</TotalTime>
  <Pages>1</Pages>
  <Words>339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dc:description/>
  <cp:lastModifiedBy>Kierownik RRG</cp:lastModifiedBy>
  <cp:revision>21</cp:revision>
  <cp:lastPrinted>2025-12-04T09:53:00Z</cp:lastPrinted>
  <dcterms:created xsi:type="dcterms:W3CDTF">2024-10-06T10:01:00Z</dcterms:created>
  <dcterms:modified xsi:type="dcterms:W3CDTF">2025-12-04T09:53:00Z</dcterms:modified>
</cp:coreProperties>
</file>